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B36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Dane Wykonawcy</w:t>
      </w:r>
    </w:p>
    <w:p w14:paraId="2B639518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</w:p>
    <w:p w14:paraId="265B749D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1D957C09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Pełna nazwa Wykonawcy</w:t>
      </w:r>
    </w:p>
    <w:p w14:paraId="0AC42650" w14:textId="77777777" w:rsidR="00ED3C29" w:rsidRPr="0045341E" w:rsidRDefault="00ED3C29" w:rsidP="0002043D">
      <w:pPr>
        <w:rPr>
          <w:rFonts w:ascii="Cambria" w:hAnsi="Cambria" w:cs="Tahoma"/>
        </w:rPr>
      </w:pPr>
    </w:p>
    <w:p w14:paraId="21FE71A7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395ADC0D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Adres (ulica, kod pocztowy, miejscowość)</w:t>
      </w:r>
    </w:p>
    <w:p w14:paraId="6DB8A407" w14:textId="77777777" w:rsidR="00ED3C29" w:rsidRPr="0045341E" w:rsidRDefault="00ED3C29" w:rsidP="0002043D">
      <w:pPr>
        <w:rPr>
          <w:rFonts w:ascii="Cambria" w:hAnsi="Cambria" w:cs="Tahoma"/>
        </w:rPr>
      </w:pPr>
    </w:p>
    <w:p w14:paraId="5F79A1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58326FE5" w14:textId="77777777" w:rsidR="00EE7CB1" w:rsidRPr="0045341E" w:rsidRDefault="00EE7CB1" w:rsidP="00AC570F">
      <w:pPr>
        <w:jc w:val="center"/>
        <w:rPr>
          <w:rFonts w:ascii="Cambria" w:hAnsi="Cambria"/>
          <w:b/>
          <w:sz w:val="28"/>
          <w:szCs w:val="28"/>
          <w:lang w:val="en-US"/>
        </w:rPr>
      </w:pPr>
    </w:p>
    <w:p w14:paraId="21FB7EDB" w14:textId="77777777" w:rsidR="00F255CF" w:rsidRPr="0045341E" w:rsidRDefault="00DD64D2" w:rsidP="00AC570F">
      <w:pPr>
        <w:jc w:val="center"/>
        <w:rPr>
          <w:rFonts w:ascii="Cambria" w:hAnsi="Cambria"/>
          <w:b/>
        </w:rPr>
      </w:pPr>
      <w:bookmarkStart w:id="0" w:name="_Hlk123812147"/>
      <w:r w:rsidRPr="0045341E">
        <w:rPr>
          <w:rFonts w:ascii="Cambria" w:hAnsi="Cambria"/>
          <w:b/>
          <w:caps/>
        </w:rPr>
        <w:t>Wykaz</w:t>
      </w:r>
      <w:r w:rsidRPr="0045341E">
        <w:rPr>
          <w:rFonts w:ascii="Cambria" w:hAnsi="Cambria"/>
          <w:b/>
        </w:rPr>
        <w:t xml:space="preserve"> </w:t>
      </w:r>
      <w:r w:rsidR="00F255CF" w:rsidRPr="0045341E">
        <w:rPr>
          <w:rFonts w:ascii="Cambria" w:hAnsi="Cambria"/>
          <w:b/>
        </w:rPr>
        <w:t xml:space="preserve">sprzętu </w:t>
      </w:r>
      <w:bookmarkStart w:id="1" w:name="_Hlk123806779"/>
      <w:r w:rsidR="00F255CF" w:rsidRPr="0045341E">
        <w:rPr>
          <w:rFonts w:ascii="Cambria" w:hAnsi="Cambria"/>
          <w:b/>
        </w:rPr>
        <w:t xml:space="preserve">pozostającego w dyspozycji Wykonawcy w celu realizacji zamówienia </w:t>
      </w:r>
      <w:bookmarkEnd w:id="1"/>
      <w:r w:rsidR="00F255CF" w:rsidRPr="0045341E">
        <w:rPr>
          <w:rFonts w:ascii="Cambria" w:hAnsi="Cambria"/>
          <w:b/>
        </w:rPr>
        <w:t>w zakresie:</w:t>
      </w:r>
    </w:p>
    <w:p w14:paraId="483E6928" w14:textId="77777777" w:rsidR="00F255CF" w:rsidRPr="0045341E" w:rsidRDefault="00A46B5D" w:rsidP="00F255CF">
      <w:pPr>
        <w:jc w:val="center"/>
        <w:rPr>
          <w:rFonts w:ascii="Cambria" w:hAnsi="Cambria" w:cs="Calibri"/>
          <w:b/>
          <w:u w:val="single"/>
        </w:rPr>
      </w:pPr>
      <w:r w:rsidRPr="0045341E">
        <w:rPr>
          <w:rFonts w:ascii="Cambria" w:hAnsi="Cambria" w:cs="Calibri"/>
          <w:b/>
          <w:u w:val="single"/>
        </w:rPr>
        <w:t>w</w:t>
      </w:r>
      <w:r w:rsidR="00F255CF" w:rsidRPr="0045341E">
        <w:rPr>
          <w:rFonts w:ascii="Cambria" w:hAnsi="Cambria" w:cs="Calibri"/>
          <w:b/>
          <w:u w:val="single"/>
        </w:rPr>
        <w:t>yna</w:t>
      </w:r>
      <w:r w:rsidRPr="0045341E">
        <w:rPr>
          <w:rFonts w:ascii="Cambria" w:hAnsi="Cambria" w:cs="Calibri"/>
          <w:b/>
          <w:u w:val="single"/>
        </w:rPr>
        <w:t>jmu</w:t>
      </w:r>
      <w:r w:rsidR="00F255CF" w:rsidRPr="0045341E">
        <w:rPr>
          <w:rFonts w:ascii="Cambria" w:hAnsi="Cambria" w:cs="Calibri"/>
          <w:b/>
          <w:u w:val="single"/>
        </w:rPr>
        <w:t xml:space="preserve"> sprzętu budowlanego wysokospecjalistycznego</w:t>
      </w:r>
    </w:p>
    <w:bookmarkEnd w:id="0"/>
    <w:p w14:paraId="1D54F5F4" w14:textId="0CB2320B" w:rsidR="00F255CF" w:rsidRPr="0045341E" w:rsidRDefault="00F255CF" w:rsidP="00F255CF">
      <w:pPr>
        <w:jc w:val="center"/>
        <w:rPr>
          <w:rFonts w:ascii="Cambria" w:hAnsi="Cambria" w:cs="Calibri"/>
          <w:b/>
          <w:sz w:val="28"/>
          <w:szCs w:val="28"/>
        </w:rPr>
      </w:pPr>
      <w:r w:rsidRPr="0045341E">
        <w:rPr>
          <w:rFonts w:ascii="Cambria" w:hAnsi="Cambria"/>
          <w:b/>
        </w:rPr>
        <w:t>znak sprawy EZP/</w:t>
      </w:r>
      <w:r w:rsidR="00396494">
        <w:rPr>
          <w:rFonts w:ascii="Cambria" w:hAnsi="Cambria"/>
          <w:b/>
        </w:rPr>
        <w:t>24</w:t>
      </w:r>
      <w:r w:rsidRPr="0045341E">
        <w:rPr>
          <w:rFonts w:ascii="Cambria" w:hAnsi="Cambria"/>
          <w:b/>
        </w:rPr>
        <w:t>/202</w:t>
      </w:r>
      <w:r w:rsidR="00396494">
        <w:rPr>
          <w:rFonts w:ascii="Cambria" w:hAnsi="Cambria"/>
          <w:b/>
        </w:rPr>
        <w:t>6</w:t>
      </w:r>
    </w:p>
    <w:p w14:paraId="5F6C63FC" w14:textId="77777777" w:rsidR="00F255CF" w:rsidRPr="0045341E" w:rsidRDefault="00F255CF" w:rsidP="00F255CF">
      <w:pPr>
        <w:spacing w:after="120"/>
        <w:jc w:val="center"/>
        <w:rPr>
          <w:rFonts w:ascii="Cambria" w:hAnsi="Cambria" w:cs="Calibri"/>
          <w:b/>
          <w:sz w:val="28"/>
          <w:szCs w:val="28"/>
        </w:rPr>
      </w:pPr>
    </w:p>
    <w:p w14:paraId="5C44AC49" w14:textId="77777777" w:rsidR="00AC1E47" w:rsidRPr="0045341E" w:rsidRDefault="00AC1E47" w:rsidP="00C73F5E">
      <w:pPr>
        <w:jc w:val="center"/>
        <w:rPr>
          <w:rFonts w:ascii="Cambria" w:hAnsi="Cambri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6267"/>
        <w:gridCol w:w="1329"/>
        <w:gridCol w:w="1571"/>
      </w:tblGrid>
      <w:tr w:rsidR="006225BA" w:rsidRPr="0045341E" w14:paraId="5B8C47AE" w14:textId="77777777" w:rsidTr="006225BA">
        <w:trPr>
          <w:trHeight w:val="76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1926262" w14:textId="5332881C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D518B9" w14:textId="10916EF9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Rodzaj sprzętu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5226A37" w14:textId="5C07CDED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Wymagana</w:t>
            </w: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lość </w:t>
            </w:r>
          </w:p>
        </w:tc>
        <w:tc>
          <w:tcPr>
            <w:tcW w:w="1571" w:type="dxa"/>
            <w:shd w:val="clear" w:color="000000" w:fill="D0CECE"/>
            <w:vAlign w:val="center"/>
          </w:tcPr>
          <w:p w14:paraId="5451A74E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>Ilość sprzętu pozostająca w dyspozycji Wykonawcy</w:t>
            </w:r>
          </w:p>
        </w:tc>
      </w:tr>
      <w:tr w:rsidR="006225BA" w:rsidRPr="0045341E" w14:paraId="0176C98F" w14:textId="77777777" w:rsidTr="006225BA">
        <w:trPr>
          <w:trHeight w:val="83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D114" w14:textId="21430446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B133" w14:textId="7C223257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Płot ogrodzeniowy duży wraz  z podstawą o wymiarach minimalnych 2,05m x 3,5m (w komplecie jedna ramka ogrodzeniowa, jedna klamra oraz jeden bloczek podstawy)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DCF90" w14:textId="529AE50C" w:rsidR="006225BA" w:rsidRPr="0045341E" w:rsidRDefault="00396494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1571" w:type="dxa"/>
            <w:vAlign w:val="center"/>
          </w:tcPr>
          <w:p w14:paraId="20809F95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77F6FB14" w14:textId="77777777" w:rsidTr="006225BA">
        <w:trPr>
          <w:trHeight w:val="26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F2FCA" w14:textId="7044CB72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451B" w14:textId="4C6998B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Zagęszczarka do gruntu 140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kg-300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F141" w14:textId="7501CE89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6BA01949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13322822" w14:textId="77777777" w:rsidTr="006225BA">
        <w:trPr>
          <w:trHeight w:val="31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B2E51" w14:textId="545B5D1B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C39A" w14:textId="04360D48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Zagęszczarka do gruntu 350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kg-750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8AD2F" w14:textId="5A867C8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2448AD6E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2DF89245" w14:textId="77777777" w:rsidTr="006225BA">
        <w:trPr>
          <w:trHeight w:val="51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6BA9" w14:textId="4295D585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D491" w14:textId="259EE90C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Walec okołkowany o ciężarze minimalnym 1600 kg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(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dopuszczalny napęd benzyna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lub ropa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76B8E" w14:textId="4E33BC71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27561F39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234FA843" w14:textId="77777777" w:rsidTr="006225BA">
        <w:trPr>
          <w:trHeight w:val="56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1C43" w14:textId="3D21003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FCD8" w14:textId="00B6B9D4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Rusztowanie wolnostojące aluminiowe  o wymiarach minimalnych 0,7 x 2,0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maksymalna wysokość 4,0 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8E7BF" w14:textId="6F887D16" w:rsidR="006225BA" w:rsidRPr="0045341E" w:rsidRDefault="00396494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1571" w:type="dxa"/>
            <w:vAlign w:val="center"/>
          </w:tcPr>
          <w:p w14:paraId="30CF7F34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19396C6C" w14:textId="77777777" w:rsidTr="006225BA">
        <w:trPr>
          <w:trHeight w:val="16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D8EC" w14:textId="6AD4D2D1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B39F" w14:textId="3C271390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Agregat prądotwórczy jednofazowy 5,5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3A517" w14:textId="508CD99C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0AD14464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06BCB0F6" w14:textId="77777777" w:rsidTr="006225BA">
        <w:trPr>
          <w:trHeight w:val="549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138A3" w14:textId="7A4C1F46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910C" w14:textId="49F6CC2F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Agregat prądotwórczy trzyfazowy powyżej 50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725F2" w14:textId="5FD20C1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7A576B4F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55EB9767" w14:textId="77777777" w:rsidTr="006225BA">
        <w:trPr>
          <w:trHeight w:val="57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D7934" w14:textId="4B13315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7D55" w14:textId="7354365E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Agregat prądotwórczy (stacjonarny) jednofazowy lub trzyfazowy do 50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FD9F" w14:textId="2231405A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33C98B23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6B7B05A6" w14:textId="77777777" w:rsidTr="006225BA">
        <w:trPr>
          <w:trHeight w:val="267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C3484" w14:textId="4C293394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8D96" w14:textId="6D8E85F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Kontener biurowy z oknem bez korytarza, około 15 m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²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F80F8" w14:textId="0FB720F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0B237CE5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6E55DC57" w14:textId="77777777" w:rsidTr="006225BA">
        <w:trPr>
          <w:trHeight w:val="27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B4CD" w14:textId="4900C38B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1449" w14:textId="552D00B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Kontener magazynowy bez okna 20'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BF900" w14:textId="32EB8E64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764C75F3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</w:tbl>
    <w:p w14:paraId="6EF2F98D" w14:textId="77777777" w:rsidR="00AC1E47" w:rsidRPr="0045341E" w:rsidRDefault="00AC1E47" w:rsidP="00AC1E47">
      <w:pPr>
        <w:jc w:val="both"/>
        <w:rPr>
          <w:rFonts w:ascii="Cambria" w:hAnsi="Cambria"/>
          <w:b/>
          <w:sz w:val="28"/>
          <w:szCs w:val="28"/>
        </w:rPr>
      </w:pPr>
    </w:p>
    <w:p w14:paraId="7A5C917A" w14:textId="77777777" w:rsidR="00C73F5E" w:rsidRPr="0045341E" w:rsidRDefault="00C73F5E" w:rsidP="00677D1B">
      <w:pPr>
        <w:tabs>
          <w:tab w:val="left" w:pos="3495"/>
        </w:tabs>
        <w:jc w:val="both"/>
        <w:rPr>
          <w:rFonts w:ascii="Cambria" w:hAnsi="Cambria"/>
          <w:i/>
        </w:rPr>
      </w:pPr>
    </w:p>
    <w:p w14:paraId="4C45EDE1" w14:textId="77777777" w:rsidR="00677D1B" w:rsidRPr="0045341E" w:rsidRDefault="00677D1B" w:rsidP="00677D1B">
      <w:pPr>
        <w:rPr>
          <w:rFonts w:ascii="Cambria" w:hAnsi="Cambria"/>
        </w:rPr>
      </w:pPr>
    </w:p>
    <w:p w14:paraId="31C3B49E" w14:textId="77777777" w:rsidR="00677D1B" w:rsidRPr="0045341E" w:rsidRDefault="00677D1B" w:rsidP="00677D1B">
      <w:pPr>
        <w:rPr>
          <w:rFonts w:ascii="Cambria" w:hAnsi="Cambria"/>
        </w:rPr>
      </w:pPr>
    </w:p>
    <w:p w14:paraId="3BF4F01C" w14:textId="77777777" w:rsidR="00677D1B" w:rsidRDefault="00677D1B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 w:rsidRPr="0045341E">
        <w:rPr>
          <w:rFonts w:ascii="Cambria" w:hAnsi="Cambria"/>
        </w:rPr>
        <w:t>.................................., dnia ...................</w:t>
      </w:r>
    </w:p>
    <w:p w14:paraId="76306264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D165C39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83F9ECE" w14:textId="2F9D651E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……………………………………………….</w:t>
      </w:r>
    </w:p>
    <w:p w14:paraId="7055DB40" w14:textId="3F0DD334" w:rsidR="0045341E" w:rsidRPr="0045341E" w:rsidRDefault="0045341E" w:rsidP="0045341E">
      <w:pPr>
        <w:pStyle w:val="Stopka"/>
        <w:tabs>
          <w:tab w:val="clear" w:pos="4536"/>
          <w:tab w:val="clear" w:pos="9072"/>
        </w:tabs>
        <w:ind w:left="4248" w:firstLine="708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podpis Wykonawcy</w:t>
      </w:r>
    </w:p>
    <w:p w14:paraId="3EAC2C6D" w14:textId="77777777" w:rsidR="00677D1B" w:rsidRPr="0045341E" w:rsidRDefault="00677D1B" w:rsidP="00677D1B">
      <w:pPr>
        <w:rPr>
          <w:rFonts w:ascii="Cambria" w:hAnsi="Cambria"/>
        </w:rPr>
      </w:pPr>
    </w:p>
    <w:p w14:paraId="6E312BA9" w14:textId="77777777" w:rsidR="002C36A6" w:rsidRPr="0045341E" w:rsidRDefault="002C36A6" w:rsidP="00677D1B">
      <w:pPr>
        <w:jc w:val="both"/>
        <w:rPr>
          <w:rFonts w:ascii="Cambria" w:hAnsi="Cambria"/>
        </w:rPr>
      </w:pPr>
    </w:p>
    <w:sectPr w:rsidR="002C36A6" w:rsidRPr="0045341E" w:rsidSect="00263BF3">
      <w:headerReference w:type="default" r:id="rId7"/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6AE38" w14:textId="77777777" w:rsidR="006C58AD" w:rsidRDefault="006C58AD">
      <w:r>
        <w:separator/>
      </w:r>
    </w:p>
  </w:endnote>
  <w:endnote w:type="continuationSeparator" w:id="0">
    <w:p w14:paraId="6E1F4A50" w14:textId="77777777" w:rsidR="006C58AD" w:rsidRDefault="006C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81559" w14:textId="77777777" w:rsidR="00263BF3" w:rsidRDefault="00263BF3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7C209C" w:rsidRPr="007C209C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  <w:r w:rsidR="003A67A0">
      <w:rPr>
        <w:color w:val="7F7F7F"/>
        <w:spacing w:val="60"/>
      </w:rPr>
      <w:tab/>
    </w:r>
    <w:r w:rsidR="003A67A0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49590" w14:textId="77777777" w:rsidR="006C58AD" w:rsidRDefault="006C58AD">
      <w:r>
        <w:separator/>
      </w:r>
    </w:p>
  </w:footnote>
  <w:footnote w:type="continuationSeparator" w:id="0">
    <w:p w14:paraId="071EA502" w14:textId="77777777" w:rsidR="006C58AD" w:rsidRDefault="006C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00996" w14:textId="16ED5F1B" w:rsidR="0004779A" w:rsidRPr="0045341E" w:rsidRDefault="002E725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mbria" w:hAnsi="Cambria" w:cs="Calibri"/>
        <w:i/>
        <w:iCs/>
      </w:rPr>
    </w:pPr>
    <w:r w:rsidRPr="0045341E">
      <w:rPr>
        <w:rFonts w:ascii="Cambria" w:hAnsi="Cambria" w:cs="Calibri"/>
        <w:i/>
        <w:iCs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A34B56" wp14:editId="03E3ECD2">
              <wp:simplePos x="0" y="0"/>
              <wp:positionH relativeFrom="column">
                <wp:posOffset>-1085850</wp:posOffset>
              </wp:positionH>
              <wp:positionV relativeFrom="paragraph">
                <wp:posOffset>-478790</wp:posOffset>
              </wp:positionV>
              <wp:extent cx="9713595" cy="0"/>
              <wp:effectExtent l="9525" t="6985" r="11430" b="12065"/>
              <wp:wrapNone/>
              <wp:docPr id="104397433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6FABB2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5.5pt,-37.7pt" to="679.35pt,-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" strokecolor="#339"/>
          </w:pict>
        </mc:Fallback>
      </mc:AlternateContent>
    </w:r>
    <w:r w:rsidR="00F255CF" w:rsidRPr="0045341E">
      <w:rPr>
        <w:rFonts w:ascii="Cambria" w:hAnsi="Cambria" w:cs="Calibri"/>
        <w:i/>
        <w:iCs/>
      </w:rPr>
      <w:t xml:space="preserve">Załącznik nr 2 do </w:t>
    </w:r>
    <w:r w:rsidR="0045341E" w:rsidRPr="0045341E">
      <w:rPr>
        <w:rFonts w:ascii="Cambria" w:hAnsi="Cambria" w:cs="Calibri"/>
        <w:i/>
        <w:iCs/>
      </w:rPr>
      <w:t>SWZ</w:t>
    </w:r>
    <w:r w:rsidR="00F255CF" w:rsidRPr="0045341E">
      <w:rPr>
        <w:rFonts w:ascii="Cambria" w:hAnsi="Cambria" w:cs="Calibri"/>
        <w:i/>
        <w:iCs/>
      </w:rPr>
      <w:t xml:space="preserve"> – EZP/</w:t>
    </w:r>
    <w:r w:rsidR="00396494">
      <w:rPr>
        <w:rFonts w:ascii="Cambria" w:hAnsi="Cambria" w:cs="Calibri"/>
        <w:i/>
        <w:iCs/>
      </w:rPr>
      <w:t>24</w:t>
    </w:r>
    <w:r w:rsidR="00F255CF" w:rsidRPr="0045341E">
      <w:rPr>
        <w:rFonts w:ascii="Cambria" w:hAnsi="Cambria" w:cs="Calibri"/>
        <w:i/>
        <w:iCs/>
      </w:rPr>
      <w:t>/202</w:t>
    </w:r>
    <w:r w:rsidR="00396494">
      <w:rPr>
        <w:rFonts w:ascii="Cambria" w:hAnsi="Cambria" w:cs="Calibri"/>
        <w:i/>
        <w:iCs/>
      </w:rPr>
      <w:t>6</w:t>
    </w:r>
  </w:p>
  <w:p w14:paraId="26CCB0A3" w14:textId="77777777" w:rsidR="00F255CF" w:rsidRPr="005F1F98" w:rsidRDefault="00F255C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8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0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154882">
    <w:abstractNumId w:val="3"/>
  </w:num>
  <w:num w:numId="2" w16cid:durableId="90972944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109666">
    <w:abstractNumId w:val="3"/>
  </w:num>
  <w:num w:numId="4" w16cid:durableId="1633630078">
    <w:abstractNumId w:val="18"/>
  </w:num>
  <w:num w:numId="5" w16cid:durableId="448935229">
    <w:abstractNumId w:val="8"/>
  </w:num>
  <w:num w:numId="6" w16cid:durableId="363869808">
    <w:abstractNumId w:val="12"/>
  </w:num>
  <w:num w:numId="7" w16cid:durableId="769621320">
    <w:abstractNumId w:val="20"/>
  </w:num>
  <w:num w:numId="8" w16cid:durableId="424765673">
    <w:abstractNumId w:val="22"/>
  </w:num>
  <w:num w:numId="9" w16cid:durableId="1921794025">
    <w:abstractNumId w:val="0"/>
  </w:num>
  <w:num w:numId="10" w16cid:durableId="2122340705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4550342">
    <w:abstractNumId w:val="17"/>
  </w:num>
  <w:num w:numId="12" w16cid:durableId="81972894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419794">
    <w:abstractNumId w:val="1"/>
  </w:num>
  <w:num w:numId="14" w16cid:durableId="1669408893">
    <w:abstractNumId w:val="11"/>
  </w:num>
  <w:num w:numId="15" w16cid:durableId="5179162">
    <w:abstractNumId w:val="4"/>
  </w:num>
  <w:num w:numId="16" w16cid:durableId="371687007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597911">
    <w:abstractNumId w:val="16"/>
  </w:num>
  <w:num w:numId="18" w16cid:durableId="957415565">
    <w:abstractNumId w:val="2"/>
  </w:num>
  <w:num w:numId="19" w16cid:durableId="1050762598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5766627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76604">
    <w:abstractNumId w:val="3"/>
  </w:num>
  <w:num w:numId="22" w16cid:durableId="64489962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268280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886018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203206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394214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787479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8209522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3436857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130125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9373550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7495724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8209661">
    <w:abstractNumId w:val="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6085691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1908622">
    <w:abstractNumId w:val="14"/>
  </w:num>
  <w:num w:numId="36" w16cid:durableId="1083064565">
    <w:abstractNumId w:val="3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39325709">
    <w:abstractNumId w:val="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4975763">
    <w:abstractNumId w:val="15"/>
  </w:num>
  <w:num w:numId="39" w16cid:durableId="1613169432">
    <w:abstractNumId w:val="3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4887660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0861078">
    <w:abstractNumId w:val="19"/>
  </w:num>
  <w:num w:numId="42" w16cid:durableId="1904214075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3484458">
    <w:abstractNumId w:val="3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0779432">
    <w:abstractNumId w:val="13"/>
  </w:num>
  <w:num w:numId="45" w16cid:durableId="878007338">
    <w:abstractNumId w:val="21"/>
  </w:num>
  <w:num w:numId="46" w16cid:durableId="343825962">
    <w:abstractNumId w:val="10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7" w16cid:durableId="1184245412">
    <w:abstractNumId w:val="5"/>
  </w:num>
  <w:num w:numId="48" w16cid:durableId="528835426">
    <w:abstractNumId w:val="6"/>
  </w:num>
  <w:num w:numId="49" w16cid:durableId="71897061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330621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52018606">
    <w:abstractNumId w:val="7"/>
  </w:num>
  <w:num w:numId="52" w16cid:durableId="1013150363">
    <w:abstractNumId w:val="9"/>
  </w:num>
  <w:num w:numId="53" w16cid:durableId="1203245301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2F03"/>
    <w:rsid w:val="000060B0"/>
    <w:rsid w:val="000127EB"/>
    <w:rsid w:val="0002043D"/>
    <w:rsid w:val="0003123E"/>
    <w:rsid w:val="00033EA6"/>
    <w:rsid w:val="000364BE"/>
    <w:rsid w:val="0004398A"/>
    <w:rsid w:val="00043FB9"/>
    <w:rsid w:val="0004779A"/>
    <w:rsid w:val="00053E4F"/>
    <w:rsid w:val="000552F5"/>
    <w:rsid w:val="00070042"/>
    <w:rsid w:val="00072564"/>
    <w:rsid w:val="00075BE1"/>
    <w:rsid w:val="00092B2F"/>
    <w:rsid w:val="00095519"/>
    <w:rsid w:val="000A7F97"/>
    <w:rsid w:val="000B293B"/>
    <w:rsid w:val="000C7D6F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25557"/>
    <w:rsid w:val="0013605E"/>
    <w:rsid w:val="0014246C"/>
    <w:rsid w:val="00145A47"/>
    <w:rsid w:val="00152204"/>
    <w:rsid w:val="00163AC9"/>
    <w:rsid w:val="00166F43"/>
    <w:rsid w:val="0018433D"/>
    <w:rsid w:val="00184457"/>
    <w:rsid w:val="00186DC8"/>
    <w:rsid w:val="001A1F52"/>
    <w:rsid w:val="001A5B6C"/>
    <w:rsid w:val="001B51F5"/>
    <w:rsid w:val="001B5F5A"/>
    <w:rsid w:val="001B706D"/>
    <w:rsid w:val="001F7142"/>
    <w:rsid w:val="002011F3"/>
    <w:rsid w:val="002027A0"/>
    <w:rsid w:val="00203E13"/>
    <w:rsid w:val="002208C5"/>
    <w:rsid w:val="00235850"/>
    <w:rsid w:val="00237598"/>
    <w:rsid w:val="00253736"/>
    <w:rsid w:val="002554B8"/>
    <w:rsid w:val="00255EB0"/>
    <w:rsid w:val="002561F6"/>
    <w:rsid w:val="002564AD"/>
    <w:rsid w:val="0026103A"/>
    <w:rsid w:val="00263BF3"/>
    <w:rsid w:val="002658AC"/>
    <w:rsid w:val="0027256F"/>
    <w:rsid w:val="00274D15"/>
    <w:rsid w:val="00280662"/>
    <w:rsid w:val="00280A56"/>
    <w:rsid w:val="002B272D"/>
    <w:rsid w:val="002B3ED8"/>
    <w:rsid w:val="002B6FAE"/>
    <w:rsid w:val="002B73D1"/>
    <w:rsid w:val="002B7496"/>
    <w:rsid w:val="002C1CD9"/>
    <w:rsid w:val="002C36A6"/>
    <w:rsid w:val="002C3757"/>
    <w:rsid w:val="002D6F99"/>
    <w:rsid w:val="002E3447"/>
    <w:rsid w:val="002E725F"/>
    <w:rsid w:val="0032130B"/>
    <w:rsid w:val="00321882"/>
    <w:rsid w:val="0034083D"/>
    <w:rsid w:val="003466D5"/>
    <w:rsid w:val="00353D5E"/>
    <w:rsid w:val="00357B0E"/>
    <w:rsid w:val="0037118D"/>
    <w:rsid w:val="003728CD"/>
    <w:rsid w:val="003732B2"/>
    <w:rsid w:val="00377547"/>
    <w:rsid w:val="00390F99"/>
    <w:rsid w:val="0039337B"/>
    <w:rsid w:val="00396494"/>
    <w:rsid w:val="003A2B9F"/>
    <w:rsid w:val="003A4A27"/>
    <w:rsid w:val="003A67A0"/>
    <w:rsid w:val="003B2A21"/>
    <w:rsid w:val="003B57B3"/>
    <w:rsid w:val="003C13B7"/>
    <w:rsid w:val="003D5F81"/>
    <w:rsid w:val="003D616A"/>
    <w:rsid w:val="003E4395"/>
    <w:rsid w:val="004001F1"/>
    <w:rsid w:val="0040336C"/>
    <w:rsid w:val="00405007"/>
    <w:rsid w:val="004140D6"/>
    <w:rsid w:val="00416664"/>
    <w:rsid w:val="00421CCB"/>
    <w:rsid w:val="00425BEB"/>
    <w:rsid w:val="0043186B"/>
    <w:rsid w:val="00440580"/>
    <w:rsid w:val="0044699A"/>
    <w:rsid w:val="0045341E"/>
    <w:rsid w:val="0046281A"/>
    <w:rsid w:val="00463468"/>
    <w:rsid w:val="004639D7"/>
    <w:rsid w:val="0047597F"/>
    <w:rsid w:val="00476FEA"/>
    <w:rsid w:val="004800FF"/>
    <w:rsid w:val="0048687F"/>
    <w:rsid w:val="00491F12"/>
    <w:rsid w:val="004A1FEE"/>
    <w:rsid w:val="004A506C"/>
    <w:rsid w:val="004B20E0"/>
    <w:rsid w:val="004B5D99"/>
    <w:rsid w:val="004B691B"/>
    <w:rsid w:val="004B6B85"/>
    <w:rsid w:val="004C0358"/>
    <w:rsid w:val="004C2019"/>
    <w:rsid w:val="004C3676"/>
    <w:rsid w:val="004D7984"/>
    <w:rsid w:val="004E350A"/>
    <w:rsid w:val="004E7F6E"/>
    <w:rsid w:val="00506570"/>
    <w:rsid w:val="00513ABE"/>
    <w:rsid w:val="005269BE"/>
    <w:rsid w:val="00535625"/>
    <w:rsid w:val="005363C7"/>
    <w:rsid w:val="005426A9"/>
    <w:rsid w:val="00552712"/>
    <w:rsid w:val="005546C7"/>
    <w:rsid w:val="00566779"/>
    <w:rsid w:val="0057796B"/>
    <w:rsid w:val="005924CF"/>
    <w:rsid w:val="00595401"/>
    <w:rsid w:val="005961D1"/>
    <w:rsid w:val="00597248"/>
    <w:rsid w:val="00597E13"/>
    <w:rsid w:val="005A16C6"/>
    <w:rsid w:val="005A5969"/>
    <w:rsid w:val="005B3E61"/>
    <w:rsid w:val="005B4B70"/>
    <w:rsid w:val="005C2509"/>
    <w:rsid w:val="005D7945"/>
    <w:rsid w:val="005E4BE2"/>
    <w:rsid w:val="005F0E54"/>
    <w:rsid w:val="005F1F98"/>
    <w:rsid w:val="00610F2E"/>
    <w:rsid w:val="00614004"/>
    <w:rsid w:val="00615AD0"/>
    <w:rsid w:val="00616021"/>
    <w:rsid w:val="00616207"/>
    <w:rsid w:val="006225BA"/>
    <w:rsid w:val="006247D9"/>
    <w:rsid w:val="0062707F"/>
    <w:rsid w:val="00627FAE"/>
    <w:rsid w:val="00632961"/>
    <w:rsid w:val="00633823"/>
    <w:rsid w:val="00642764"/>
    <w:rsid w:val="006532A9"/>
    <w:rsid w:val="0065567B"/>
    <w:rsid w:val="006574B4"/>
    <w:rsid w:val="00657647"/>
    <w:rsid w:val="006625A6"/>
    <w:rsid w:val="006661E8"/>
    <w:rsid w:val="00677D1B"/>
    <w:rsid w:val="00682213"/>
    <w:rsid w:val="00687702"/>
    <w:rsid w:val="00691B59"/>
    <w:rsid w:val="00691BF4"/>
    <w:rsid w:val="0069518A"/>
    <w:rsid w:val="006B19F9"/>
    <w:rsid w:val="006B23B2"/>
    <w:rsid w:val="006B2EC0"/>
    <w:rsid w:val="006B518F"/>
    <w:rsid w:val="006C0BD0"/>
    <w:rsid w:val="006C58AD"/>
    <w:rsid w:val="006C6B6F"/>
    <w:rsid w:val="006D1C71"/>
    <w:rsid w:val="006F4B81"/>
    <w:rsid w:val="00706D5A"/>
    <w:rsid w:val="00726CA5"/>
    <w:rsid w:val="007313E4"/>
    <w:rsid w:val="00731E57"/>
    <w:rsid w:val="007464DB"/>
    <w:rsid w:val="00756E57"/>
    <w:rsid w:val="00770162"/>
    <w:rsid w:val="00775DD7"/>
    <w:rsid w:val="007815F4"/>
    <w:rsid w:val="00781885"/>
    <w:rsid w:val="00793F3B"/>
    <w:rsid w:val="00795A4D"/>
    <w:rsid w:val="007A14BF"/>
    <w:rsid w:val="007A384D"/>
    <w:rsid w:val="007C209C"/>
    <w:rsid w:val="007C32D7"/>
    <w:rsid w:val="007C501F"/>
    <w:rsid w:val="007D6A61"/>
    <w:rsid w:val="007D7ABB"/>
    <w:rsid w:val="007E068C"/>
    <w:rsid w:val="007E3318"/>
    <w:rsid w:val="007F0F1B"/>
    <w:rsid w:val="00811D75"/>
    <w:rsid w:val="00815E63"/>
    <w:rsid w:val="0082123B"/>
    <w:rsid w:val="008272F5"/>
    <w:rsid w:val="008458B4"/>
    <w:rsid w:val="00846ACF"/>
    <w:rsid w:val="008512DF"/>
    <w:rsid w:val="00855775"/>
    <w:rsid w:val="0086444B"/>
    <w:rsid w:val="00864984"/>
    <w:rsid w:val="00874177"/>
    <w:rsid w:val="00874908"/>
    <w:rsid w:val="008819C6"/>
    <w:rsid w:val="00887F1F"/>
    <w:rsid w:val="00890349"/>
    <w:rsid w:val="008A290D"/>
    <w:rsid w:val="008A723A"/>
    <w:rsid w:val="008B1456"/>
    <w:rsid w:val="008E4E8B"/>
    <w:rsid w:val="008F3185"/>
    <w:rsid w:val="008F533B"/>
    <w:rsid w:val="00910AB0"/>
    <w:rsid w:val="009123D0"/>
    <w:rsid w:val="00913A51"/>
    <w:rsid w:val="0091746E"/>
    <w:rsid w:val="009221BB"/>
    <w:rsid w:val="0094244E"/>
    <w:rsid w:val="00947192"/>
    <w:rsid w:val="00952B49"/>
    <w:rsid w:val="00953A0E"/>
    <w:rsid w:val="00961E04"/>
    <w:rsid w:val="00972152"/>
    <w:rsid w:val="00973BBD"/>
    <w:rsid w:val="00974573"/>
    <w:rsid w:val="00985C78"/>
    <w:rsid w:val="00993057"/>
    <w:rsid w:val="00994552"/>
    <w:rsid w:val="009A0455"/>
    <w:rsid w:val="009B2D3A"/>
    <w:rsid w:val="009B395A"/>
    <w:rsid w:val="009B791F"/>
    <w:rsid w:val="009C114E"/>
    <w:rsid w:val="009C22A0"/>
    <w:rsid w:val="009C603B"/>
    <w:rsid w:val="009D0432"/>
    <w:rsid w:val="009D181F"/>
    <w:rsid w:val="009E4C7F"/>
    <w:rsid w:val="009E4E4E"/>
    <w:rsid w:val="009F1CA5"/>
    <w:rsid w:val="009F762F"/>
    <w:rsid w:val="00A074A6"/>
    <w:rsid w:val="00A110F2"/>
    <w:rsid w:val="00A1385E"/>
    <w:rsid w:val="00A22E7B"/>
    <w:rsid w:val="00A24FC1"/>
    <w:rsid w:val="00A274CF"/>
    <w:rsid w:val="00A30A0F"/>
    <w:rsid w:val="00A35095"/>
    <w:rsid w:val="00A35989"/>
    <w:rsid w:val="00A379FC"/>
    <w:rsid w:val="00A4469A"/>
    <w:rsid w:val="00A45351"/>
    <w:rsid w:val="00A46B5D"/>
    <w:rsid w:val="00A47FC5"/>
    <w:rsid w:val="00A57139"/>
    <w:rsid w:val="00A6450D"/>
    <w:rsid w:val="00A67F12"/>
    <w:rsid w:val="00A71703"/>
    <w:rsid w:val="00A71E6A"/>
    <w:rsid w:val="00A73314"/>
    <w:rsid w:val="00A7568E"/>
    <w:rsid w:val="00A941D4"/>
    <w:rsid w:val="00AA0DC7"/>
    <w:rsid w:val="00AA113A"/>
    <w:rsid w:val="00AB1AD0"/>
    <w:rsid w:val="00AB2B8D"/>
    <w:rsid w:val="00AB5C63"/>
    <w:rsid w:val="00AC0A3A"/>
    <w:rsid w:val="00AC1E47"/>
    <w:rsid w:val="00AC570F"/>
    <w:rsid w:val="00AD2442"/>
    <w:rsid w:val="00AD2B4E"/>
    <w:rsid w:val="00AD7CC2"/>
    <w:rsid w:val="00AE0185"/>
    <w:rsid w:val="00AE1DFA"/>
    <w:rsid w:val="00AE3BE6"/>
    <w:rsid w:val="00B0179C"/>
    <w:rsid w:val="00B0532E"/>
    <w:rsid w:val="00B13F71"/>
    <w:rsid w:val="00B14E6A"/>
    <w:rsid w:val="00B20BED"/>
    <w:rsid w:val="00B22694"/>
    <w:rsid w:val="00B23804"/>
    <w:rsid w:val="00B23BC9"/>
    <w:rsid w:val="00B474D5"/>
    <w:rsid w:val="00B55092"/>
    <w:rsid w:val="00B62417"/>
    <w:rsid w:val="00B7009E"/>
    <w:rsid w:val="00B77395"/>
    <w:rsid w:val="00B81994"/>
    <w:rsid w:val="00B84E77"/>
    <w:rsid w:val="00B8555E"/>
    <w:rsid w:val="00B90E8B"/>
    <w:rsid w:val="00B917B6"/>
    <w:rsid w:val="00B95754"/>
    <w:rsid w:val="00BB35C0"/>
    <w:rsid w:val="00BB3AC0"/>
    <w:rsid w:val="00BC15FD"/>
    <w:rsid w:val="00BC3E51"/>
    <w:rsid w:val="00BC4E8C"/>
    <w:rsid w:val="00BD23C7"/>
    <w:rsid w:val="00BE2968"/>
    <w:rsid w:val="00BF1DCD"/>
    <w:rsid w:val="00BF24D6"/>
    <w:rsid w:val="00BF72A1"/>
    <w:rsid w:val="00C04A00"/>
    <w:rsid w:val="00C162AC"/>
    <w:rsid w:val="00C271F4"/>
    <w:rsid w:val="00C27D4F"/>
    <w:rsid w:val="00C40D6D"/>
    <w:rsid w:val="00C450AE"/>
    <w:rsid w:val="00C45B02"/>
    <w:rsid w:val="00C53393"/>
    <w:rsid w:val="00C544E9"/>
    <w:rsid w:val="00C62B3E"/>
    <w:rsid w:val="00C651BD"/>
    <w:rsid w:val="00C67B0A"/>
    <w:rsid w:val="00C70546"/>
    <w:rsid w:val="00C70F49"/>
    <w:rsid w:val="00C73F5E"/>
    <w:rsid w:val="00C836A3"/>
    <w:rsid w:val="00C84FA9"/>
    <w:rsid w:val="00C90396"/>
    <w:rsid w:val="00C91FB0"/>
    <w:rsid w:val="00C93EF9"/>
    <w:rsid w:val="00CB26F3"/>
    <w:rsid w:val="00CB3CFD"/>
    <w:rsid w:val="00CD5E05"/>
    <w:rsid w:val="00CE5B27"/>
    <w:rsid w:val="00D04CAC"/>
    <w:rsid w:val="00D07DB6"/>
    <w:rsid w:val="00D12CA8"/>
    <w:rsid w:val="00D158E9"/>
    <w:rsid w:val="00D171EA"/>
    <w:rsid w:val="00D22B2C"/>
    <w:rsid w:val="00D23974"/>
    <w:rsid w:val="00D250EE"/>
    <w:rsid w:val="00D356CA"/>
    <w:rsid w:val="00D536BD"/>
    <w:rsid w:val="00D54801"/>
    <w:rsid w:val="00D63859"/>
    <w:rsid w:val="00D65B77"/>
    <w:rsid w:val="00D87372"/>
    <w:rsid w:val="00D96447"/>
    <w:rsid w:val="00DA11EA"/>
    <w:rsid w:val="00DB4213"/>
    <w:rsid w:val="00DB4654"/>
    <w:rsid w:val="00DC4824"/>
    <w:rsid w:val="00DD55BF"/>
    <w:rsid w:val="00DD64D2"/>
    <w:rsid w:val="00DE2D83"/>
    <w:rsid w:val="00DE5FF2"/>
    <w:rsid w:val="00DF79FC"/>
    <w:rsid w:val="00E129D2"/>
    <w:rsid w:val="00E13672"/>
    <w:rsid w:val="00E241F7"/>
    <w:rsid w:val="00E60C49"/>
    <w:rsid w:val="00E631BA"/>
    <w:rsid w:val="00E65D27"/>
    <w:rsid w:val="00E7038A"/>
    <w:rsid w:val="00E7184B"/>
    <w:rsid w:val="00E71D01"/>
    <w:rsid w:val="00E753B6"/>
    <w:rsid w:val="00E814C3"/>
    <w:rsid w:val="00E8298D"/>
    <w:rsid w:val="00EA431B"/>
    <w:rsid w:val="00EC6575"/>
    <w:rsid w:val="00ED181F"/>
    <w:rsid w:val="00ED3C29"/>
    <w:rsid w:val="00EE7CB1"/>
    <w:rsid w:val="00EE7D9B"/>
    <w:rsid w:val="00EF107A"/>
    <w:rsid w:val="00EF178D"/>
    <w:rsid w:val="00EF17BA"/>
    <w:rsid w:val="00F04AE2"/>
    <w:rsid w:val="00F10F6C"/>
    <w:rsid w:val="00F255CF"/>
    <w:rsid w:val="00F33571"/>
    <w:rsid w:val="00F50062"/>
    <w:rsid w:val="00F5217C"/>
    <w:rsid w:val="00F572DA"/>
    <w:rsid w:val="00F57D61"/>
    <w:rsid w:val="00F63B40"/>
    <w:rsid w:val="00F6782B"/>
    <w:rsid w:val="00F7503D"/>
    <w:rsid w:val="00F75A3C"/>
    <w:rsid w:val="00F8334A"/>
    <w:rsid w:val="00F97AD2"/>
    <w:rsid w:val="00FA33B3"/>
    <w:rsid w:val="00FB5B96"/>
    <w:rsid w:val="00FB7A9D"/>
    <w:rsid w:val="00FC0021"/>
    <w:rsid w:val="00FD2538"/>
    <w:rsid w:val="00FD644E"/>
    <w:rsid w:val="00FE6BC8"/>
    <w:rsid w:val="00FE79B9"/>
    <w:rsid w:val="00FF5EEF"/>
    <w:rsid w:val="00FF6383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9BE9E29"/>
  <w15:chartTrackingRefBased/>
  <w15:docId w15:val="{82877424-6C7A-475E-A767-07D88A95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736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uiPriority w:val="39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semiHidden/>
    <w:rsid w:val="00F7503D"/>
    <w:rPr>
      <w:sz w:val="20"/>
      <w:szCs w:val="20"/>
    </w:rPr>
  </w:style>
  <w:style w:type="character" w:styleId="Odwoanieprzypisudolnego">
    <w:name w:val="footnote reference"/>
    <w:semiHidden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53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character" w:styleId="Odwoaniedokomentarza">
    <w:name w:val="annotation reference"/>
    <w:rsid w:val="00F255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5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55CF"/>
  </w:style>
  <w:style w:type="paragraph" w:styleId="Tematkomentarza">
    <w:name w:val="annotation subject"/>
    <w:basedOn w:val="Tekstkomentarza"/>
    <w:next w:val="Tekstkomentarza"/>
    <w:link w:val="TematkomentarzaZnak"/>
    <w:rsid w:val="00B0179C"/>
    <w:rPr>
      <w:b/>
      <w:bCs/>
    </w:rPr>
  </w:style>
  <w:style w:type="character" w:customStyle="1" w:styleId="TematkomentarzaZnak">
    <w:name w:val="Temat komentarza Znak"/>
    <w:link w:val="Tematkomentarza"/>
    <w:rsid w:val="00B0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</Template>
  <TotalTime>25</TotalTime>
  <Pages>1</Pages>
  <Words>178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Ewa Nosowska</dc:creator>
  <cp:keywords/>
  <cp:lastModifiedBy>Kamila Skitek</cp:lastModifiedBy>
  <cp:revision>5</cp:revision>
  <cp:lastPrinted>2011-12-13T09:46:00Z</cp:lastPrinted>
  <dcterms:created xsi:type="dcterms:W3CDTF">2024-06-11T07:55:00Z</dcterms:created>
  <dcterms:modified xsi:type="dcterms:W3CDTF">2026-01-20T09:14:00Z</dcterms:modified>
</cp:coreProperties>
</file>